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42A" w:rsidRDefault="00FF042A">
      <w:p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Exercice sur la droite graduée :</w:t>
      </w:r>
    </w:p>
    <w:p w:rsidR="00FF042A" w:rsidRDefault="00FF042A">
      <w:pPr>
        <w:rPr>
          <w:rFonts w:ascii="Arial" w:hAnsi="Arial" w:cs="Arial"/>
          <w:b/>
          <w:sz w:val="32"/>
        </w:rPr>
      </w:pPr>
    </w:p>
    <w:p w:rsidR="00C96B02" w:rsidRPr="00195F52" w:rsidRDefault="008627AF">
      <w:pPr>
        <w:rPr>
          <w:rFonts w:ascii="Arial" w:hAnsi="Arial" w:cs="Arial"/>
          <w:b/>
          <w:sz w:val="32"/>
        </w:rPr>
      </w:pPr>
      <w:bookmarkStart w:id="0" w:name="_GoBack"/>
      <w:bookmarkEnd w:id="0"/>
      <w:r w:rsidRPr="00195F52">
        <w:rPr>
          <w:rFonts w:ascii="Arial" w:hAnsi="Arial" w:cs="Arial"/>
          <w:b/>
          <w:sz w:val="32"/>
        </w:rPr>
        <w:t xml:space="preserve">1/ </w:t>
      </w:r>
      <w:r w:rsidRPr="00195F52">
        <w:rPr>
          <w:rFonts w:ascii="Arial" w:hAnsi="Arial" w:cs="Arial"/>
          <w:sz w:val="32"/>
        </w:rPr>
        <w:t xml:space="preserve">Observe cette longue droite graduée : </w:t>
      </w:r>
    </w:p>
    <w:p w:rsidR="00D22D59" w:rsidRPr="00195F52" w:rsidRDefault="002F726D">
      <w:pPr>
        <w:rPr>
          <w:rFonts w:ascii="Arial" w:hAnsi="Arial" w:cs="Arial"/>
          <w:b/>
          <w:sz w:val="32"/>
        </w:rPr>
      </w:pPr>
      <w:r w:rsidRPr="00195F52"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585FF2E" wp14:editId="209B47ED">
                <wp:simplePos x="0" y="0"/>
                <wp:positionH relativeFrom="column">
                  <wp:posOffset>8896907</wp:posOffset>
                </wp:positionH>
                <wp:positionV relativeFrom="paragraph">
                  <wp:posOffset>1166680</wp:posOffset>
                </wp:positionV>
                <wp:extent cx="82193" cy="575353"/>
                <wp:effectExtent l="0" t="38100" r="70485" b="15240"/>
                <wp:wrapNone/>
                <wp:docPr id="100" name="Connecteur droit avec flèch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193" cy="57535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F2176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00" o:spid="_x0000_s1026" type="#_x0000_t32" style="position:absolute;margin-left:700.55pt;margin-top:91.85pt;width:6.45pt;height:45.3pt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" strokecolor="#5b9bd5 [3204]" strokeweight=".5pt">
                <v:stroke endarrow="block" joinstyle="miter"/>
              </v:shape>
            </w:pict>
          </mc:Fallback>
        </mc:AlternateContent>
      </w:r>
      <w:r w:rsidRPr="00195F52"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85FF2E" wp14:editId="209B47ED">
                <wp:simplePos x="0" y="0"/>
                <wp:positionH relativeFrom="column">
                  <wp:posOffset>7118985</wp:posOffset>
                </wp:positionH>
                <wp:positionV relativeFrom="paragraph">
                  <wp:posOffset>1103994</wp:posOffset>
                </wp:positionV>
                <wp:extent cx="82193" cy="575353"/>
                <wp:effectExtent l="0" t="38100" r="70485" b="15240"/>
                <wp:wrapNone/>
                <wp:docPr id="98" name="Connecteur droit avec flèch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193" cy="57535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36C65A" id="Connecteur droit avec flèche 98" o:spid="_x0000_s1026" type="#_x0000_t32" style="position:absolute;margin-left:560.55pt;margin-top:86.95pt;width:6.45pt;height:45.3pt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" strokecolor="#5b9bd5 [3204]" strokeweight=".5pt">
                <v:stroke endarrow="block" joinstyle="miter"/>
              </v:shape>
            </w:pict>
          </mc:Fallback>
        </mc:AlternateContent>
      </w:r>
      <w:r w:rsidRPr="00195F52"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85FF2E" wp14:editId="209B47ED">
                <wp:simplePos x="0" y="0"/>
                <wp:positionH relativeFrom="column">
                  <wp:posOffset>2762935</wp:posOffset>
                </wp:positionH>
                <wp:positionV relativeFrom="paragraph">
                  <wp:posOffset>1107918</wp:posOffset>
                </wp:positionV>
                <wp:extent cx="82193" cy="575353"/>
                <wp:effectExtent l="0" t="38100" r="70485" b="15240"/>
                <wp:wrapNone/>
                <wp:docPr id="96" name="Connecteur droit avec flèch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193" cy="57535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E2B0BA" id="Connecteur droit avec flèche 96" o:spid="_x0000_s1026" type="#_x0000_t32" style="position:absolute;margin-left:217.55pt;margin-top:87.25pt;width:6.45pt;height:45.3p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" strokecolor="#5b9bd5 [3204]" strokeweight=".5pt">
                <v:stroke endarrow="block" joinstyle="miter"/>
              </v:shape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30"/>
      </w:tblGrid>
      <w:tr w:rsidR="00083A9D" w:rsidRPr="00195F52" w:rsidTr="008627AF">
        <w:trPr>
          <w:trHeight w:val="1900"/>
        </w:trPr>
        <w:tc>
          <w:tcPr>
            <w:tcW w:w="15230" w:type="dxa"/>
          </w:tcPr>
          <w:p w:rsidR="00083A9D" w:rsidRPr="00195F52" w:rsidRDefault="00195F52">
            <w:pPr>
              <w:rPr>
                <w:rFonts w:ascii="Arial" w:hAnsi="Arial" w:cs="Arial"/>
                <w:b/>
                <w:sz w:val="32"/>
              </w:rPr>
            </w:pPr>
            <w:r w:rsidRPr="00195F52">
              <w:rPr>
                <w:rFonts w:ascii="Arial" w:hAnsi="Arial" w:cs="Arial"/>
                <w:b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79A398F" wp14:editId="629EF43F">
                      <wp:simplePos x="0" y="0"/>
                      <wp:positionH relativeFrom="column">
                        <wp:posOffset>6052302</wp:posOffset>
                      </wp:positionH>
                      <wp:positionV relativeFrom="paragraph">
                        <wp:posOffset>-136007</wp:posOffset>
                      </wp:positionV>
                      <wp:extent cx="698643" cy="497853"/>
                      <wp:effectExtent l="0" t="0" r="6350" b="0"/>
                      <wp:wrapNone/>
                      <wp:docPr id="3" name="Zone de tex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8643" cy="49785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95F52" w:rsidRPr="00D22D59" w:rsidRDefault="00FF042A" w:rsidP="00195F5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b/>
                                              <w:i/>
                                              <w:sz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Arial"/>
                                              <w:sz w:val="32"/>
                                            </w:rPr>
                                            <m:t>…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Arial"/>
                                              <w:sz w:val="32"/>
                                            </w:rPr>
                                            <m:t>…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  <w:p w:rsidR="00195F52" w:rsidRPr="003619E8" w:rsidRDefault="00195F52" w:rsidP="00195F52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9A398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3" o:spid="_x0000_s1026" type="#_x0000_t202" style="position:absolute;margin-left:476.55pt;margin-top:-10.7pt;width:55pt;height:39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" fillcolor="white [3201]" stroked="f" strokeweight=".5pt">
                      <v:textbox inset="0,0,0,0">
                        <w:txbxContent>
                          <w:p w:rsidR="00195F52" w:rsidRPr="00D22D59" w:rsidRDefault="00195F52" w:rsidP="00195F5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b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32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32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195F52" w:rsidRPr="003619E8" w:rsidRDefault="00195F52" w:rsidP="00195F5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95F52">
              <w:rPr>
                <w:rFonts w:ascii="Arial" w:hAnsi="Arial" w:cs="Arial"/>
                <w:b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79A398F" wp14:editId="629EF43F">
                      <wp:simplePos x="0" y="0"/>
                      <wp:positionH relativeFrom="column">
                        <wp:posOffset>3649669</wp:posOffset>
                      </wp:positionH>
                      <wp:positionV relativeFrom="paragraph">
                        <wp:posOffset>-125328</wp:posOffset>
                      </wp:positionV>
                      <wp:extent cx="698643" cy="497853"/>
                      <wp:effectExtent l="0" t="0" r="6350" b="0"/>
                      <wp:wrapNone/>
                      <wp:docPr id="2" name="Zone de tex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8643" cy="49785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95F52" w:rsidRPr="00D22D59" w:rsidRDefault="00FF042A" w:rsidP="00195F5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b/>
                                              <w:i/>
                                              <w:sz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Arial"/>
                                              <w:sz w:val="32"/>
                                            </w:rPr>
                                            <m:t>…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Arial"/>
                                              <w:sz w:val="32"/>
                                            </w:rPr>
                                            <m:t>…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  <w:p w:rsidR="00195F52" w:rsidRPr="003619E8" w:rsidRDefault="00195F52" w:rsidP="00195F52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9A398F" id="Zone de texte 2" o:spid="_x0000_s1027" type="#_x0000_t202" style="position:absolute;margin-left:287.4pt;margin-top:-9.85pt;width:55pt;height:39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" fillcolor="white [3201]" stroked="f" strokeweight=".5pt">
                      <v:textbox inset="0,0,0,0">
                        <w:txbxContent>
                          <w:p w:rsidR="00195F52" w:rsidRPr="00D22D59" w:rsidRDefault="00195F52" w:rsidP="00195F5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b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32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32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195F52" w:rsidRPr="003619E8" w:rsidRDefault="00195F52" w:rsidP="00195F5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95F52">
              <w:rPr>
                <w:rFonts w:ascii="Arial" w:hAnsi="Arial" w:cs="Arial"/>
                <w:b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37C6B79" wp14:editId="2733B243">
                      <wp:simplePos x="0" y="0"/>
                      <wp:positionH relativeFrom="column">
                        <wp:posOffset>2035072</wp:posOffset>
                      </wp:positionH>
                      <wp:positionV relativeFrom="paragraph">
                        <wp:posOffset>-134244</wp:posOffset>
                      </wp:positionV>
                      <wp:extent cx="698643" cy="497853"/>
                      <wp:effectExtent l="0" t="0" r="6350" b="0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8643" cy="49785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95F52" w:rsidRPr="00D22D59" w:rsidRDefault="00FF042A" w:rsidP="00195F5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b/>
                                              <w:i/>
                                              <w:sz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Arial"/>
                                              <w:sz w:val="32"/>
                                            </w:rPr>
                                            <m:t>…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Arial"/>
                                              <w:sz w:val="32"/>
                                            </w:rPr>
                                            <m:t>…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  <w:p w:rsidR="00195F52" w:rsidRPr="003619E8" w:rsidRDefault="00195F52" w:rsidP="00195F52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7C6B79" id="Zone de texte 1" o:spid="_x0000_s1028" type="#_x0000_t202" style="position:absolute;margin-left:160.25pt;margin-top:-10.55pt;width:55pt;height:39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" fillcolor="white [3201]" stroked="f" strokeweight=".5pt">
                      <v:textbox inset="0,0,0,0">
                        <w:txbxContent>
                          <w:p w:rsidR="00195F52" w:rsidRPr="00D22D59" w:rsidRDefault="00195F52" w:rsidP="00195F5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b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32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32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195F52" w:rsidRPr="003619E8" w:rsidRDefault="00195F52" w:rsidP="00195F5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22D59" w:rsidRPr="00195F52">
              <w:rPr>
                <w:noProof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316701</wp:posOffset>
                      </wp:positionH>
                      <wp:positionV relativeFrom="paragraph">
                        <wp:posOffset>772253</wp:posOffset>
                      </wp:positionV>
                      <wp:extent cx="82193" cy="575353"/>
                      <wp:effectExtent l="0" t="38100" r="70485" b="15240"/>
                      <wp:wrapNone/>
                      <wp:docPr id="30" name="Connecteur droit avec flèch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2193" cy="57535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C3C20B" id="Connecteur droit avec flèche 30" o:spid="_x0000_s1026" type="#_x0000_t32" style="position:absolute;margin-left:24.95pt;margin-top:60.8pt;width:6.45pt;height:45.3pt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8627AF" w:rsidRPr="00195F52">
              <w:rPr>
                <w:noProof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8A2AFAB" wp14:editId="243A1940">
                      <wp:simplePos x="0" y="0"/>
                      <wp:positionH relativeFrom="column">
                        <wp:posOffset>6250027</wp:posOffset>
                      </wp:positionH>
                      <wp:positionV relativeFrom="paragraph">
                        <wp:posOffset>14698</wp:posOffset>
                      </wp:positionV>
                      <wp:extent cx="267128" cy="195209"/>
                      <wp:effectExtent l="0" t="0" r="0" b="0"/>
                      <wp:wrapNone/>
                      <wp:docPr id="28" name="Zone de text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7128" cy="1952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627AF" w:rsidRPr="00083A9D" w:rsidRDefault="008627AF" w:rsidP="008627A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…</w:t>
                                  </w:r>
                                </w:p>
                                <w:p w:rsidR="008627AF" w:rsidRPr="003619E8" w:rsidRDefault="008627AF" w:rsidP="008627AF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A2AFA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8" o:spid="_x0000_s1026" type="#_x0000_t202" style="position:absolute;margin-left:492.15pt;margin-top:1.15pt;width:21.05pt;height:15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" fillcolor="white [3201]" stroked="f" strokeweight=".5pt">
                      <v:textbox inset="0,0,0,0">
                        <w:txbxContent>
                          <w:p w:rsidR="008627AF" w:rsidRPr="00083A9D" w:rsidRDefault="008627AF" w:rsidP="008627A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…</w:t>
                            </w:r>
                          </w:p>
                          <w:p w:rsidR="008627AF" w:rsidRPr="003619E8" w:rsidRDefault="008627AF" w:rsidP="008627A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627AF" w:rsidRPr="00195F52">
              <w:rPr>
                <w:noProof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8A2AFAB" wp14:editId="243A1940">
                      <wp:simplePos x="0" y="0"/>
                      <wp:positionH relativeFrom="column">
                        <wp:posOffset>3876696</wp:posOffset>
                      </wp:positionH>
                      <wp:positionV relativeFrom="paragraph">
                        <wp:posOffset>34768</wp:posOffset>
                      </wp:positionV>
                      <wp:extent cx="267128" cy="195209"/>
                      <wp:effectExtent l="0" t="0" r="0" b="0"/>
                      <wp:wrapNone/>
                      <wp:docPr id="27" name="Zone de text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7128" cy="1952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627AF" w:rsidRPr="00083A9D" w:rsidRDefault="008627AF" w:rsidP="008627A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…</w:t>
                                  </w:r>
                                </w:p>
                                <w:p w:rsidR="008627AF" w:rsidRPr="003619E8" w:rsidRDefault="008627AF" w:rsidP="008627AF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A2AFAB" id="Zone de texte 27" o:spid="_x0000_s1027" type="#_x0000_t202" style="position:absolute;margin-left:305.25pt;margin-top:2.75pt;width:21.05pt;height:15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" fillcolor="white [3201]" stroked="f" strokeweight=".5pt">
                      <v:textbox inset="0,0,0,0">
                        <w:txbxContent>
                          <w:p w:rsidR="008627AF" w:rsidRPr="00083A9D" w:rsidRDefault="008627AF" w:rsidP="008627A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…</w:t>
                            </w:r>
                          </w:p>
                          <w:p w:rsidR="008627AF" w:rsidRPr="003619E8" w:rsidRDefault="008627AF" w:rsidP="008627A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627AF" w:rsidRPr="00195F52">
              <w:rPr>
                <w:noProof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7568884" wp14:editId="4DC01674">
                      <wp:simplePos x="0" y="0"/>
                      <wp:positionH relativeFrom="column">
                        <wp:posOffset>2288718</wp:posOffset>
                      </wp:positionH>
                      <wp:positionV relativeFrom="paragraph">
                        <wp:posOffset>21997</wp:posOffset>
                      </wp:positionV>
                      <wp:extent cx="267128" cy="195209"/>
                      <wp:effectExtent l="0" t="0" r="0" b="0"/>
                      <wp:wrapNone/>
                      <wp:docPr id="18" name="Zone de text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7128" cy="19520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83A9D" w:rsidRPr="00083A9D" w:rsidRDefault="008627AF" w:rsidP="00083A9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…</w:t>
                                  </w:r>
                                </w:p>
                                <w:p w:rsidR="00083A9D" w:rsidRPr="003619E8" w:rsidRDefault="00083A9D" w:rsidP="00083A9D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568884" id="Zone de texte 18" o:spid="_x0000_s1028" type="#_x0000_t202" style="position:absolute;margin-left:180.2pt;margin-top:1.75pt;width:21.05pt;height:15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" fillcolor="white [3201]" stroked="f" strokeweight=".5pt">
                      <v:textbox inset="0,0,0,0">
                        <w:txbxContent>
                          <w:p w:rsidR="00083A9D" w:rsidRPr="00083A9D" w:rsidRDefault="008627AF" w:rsidP="00083A9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…</w:t>
                            </w:r>
                          </w:p>
                          <w:p w:rsidR="00083A9D" w:rsidRPr="003619E8" w:rsidRDefault="00083A9D" w:rsidP="00083A9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627AF" w:rsidRPr="00195F52">
              <w:rPr>
                <w:noProof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7A3665C" wp14:editId="629AA439">
                      <wp:simplePos x="0" y="0"/>
                      <wp:positionH relativeFrom="column">
                        <wp:posOffset>7921375</wp:posOffset>
                      </wp:positionH>
                      <wp:positionV relativeFrom="paragraph">
                        <wp:posOffset>76999</wp:posOffset>
                      </wp:positionV>
                      <wp:extent cx="184935" cy="248334"/>
                      <wp:effectExtent l="0" t="0" r="5715" b="0"/>
                      <wp:wrapNone/>
                      <wp:docPr id="26" name="Zone de text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935" cy="24833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627AF" w:rsidRPr="008627AF" w:rsidRDefault="008627AF" w:rsidP="008627A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40"/>
                                      <w:szCs w:val="36"/>
                                    </w:rPr>
                                    <w:t>1</w:t>
                                  </w:r>
                                </w:p>
                                <w:p w:rsidR="008627AF" w:rsidRPr="003619E8" w:rsidRDefault="008627AF" w:rsidP="008627AF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A3665C" id="Zone de texte 26" o:spid="_x0000_s1029" type="#_x0000_t202" style="position:absolute;margin-left:623.75pt;margin-top:6.05pt;width:14.55pt;height:19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" fillcolor="white [3201]" stroked="f" strokeweight=".5pt">
                      <v:textbox inset="0,0,0,0">
                        <w:txbxContent>
                          <w:p w:rsidR="008627AF" w:rsidRPr="008627AF" w:rsidRDefault="008627AF" w:rsidP="008627A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40"/>
                                <w:szCs w:val="36"/>
                              </w:rPr>
                              <w:t>1</w:t>
                            </w:r>
                          </w:p>
                          <w:p w:rsidR="008627AF" w:rsidRPr="003619E8" w:rsidRDefault="008627AF" w:rsidP="008627A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627AF" w:rsidRPr="00195F52">
              <w:rPr>
                <w:noProof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0D44E5" wp14:editId="2318B42C">
                      <wp:simplePos x="0" y="0"/>
                      <wp:positionH relativeFrom="column">
                        <wp:posOffset>-83991</wp:posOffset>
                      </wp:positionH>
                      <wp:positionV relativeFrom="paragraph">
                        <wp:posOffset>104433</wp:posOffset>
                      </wp:positionV>
                      <wp:extent cx="184935" cy="248334"/>
                      <wp:effectExtent l="0" t="0" r="5715" b="0"/>
                      <wp:wrapNone/>
                      <wp:docPr id="108" name="Zone de texte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935" cy="24833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83A9D" w:rsidRPr="008627AF" w:rsidRDefault="008627AF" w:rsidP="00083A9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sz w:val="40"/>
                                      <w:szCs w:val="36"/>
                                    </w:rPr>
                                  </w:pPr>
                                  <w:r w:rsidRPr="008627AF">
                                    <w:rPr>
                                      <w:rFonts w:ascii="Arial" w:hAnsi="Arial" w:cs="Arial"/>
                                      <w:sz w:val="40"/>
                                      <w:szCs w:val="36"/>
                                    </w:rPr>
                                    <w:t>0</w:t>
                                  </w:r>
                                </w:p>
                                <w:p w:rsidR="00083A9D" w:rsidRPr="003619E8" w:rsidRDefault="00083A9D" w:rsidP="00083A9D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0D44E5" id="Zone de texte 108" o:spid="_x0000_s1030" type="#_x0000_t202" style="position:absolute;margin-left:-6.6pt;margin-top:8.2pt;width:14.55pt;height:19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" fillcolor="white [3201]" stroked="f" strokeweight=".5pt">
                      <v:textbox inset="0,0,0,0">
                        <w:txbxContent>
                          <w:p w:rsidR="00083A9D" w:rsidRPr="008627AF" w:rsidRDefault="008627AF" w:rsidP="00083A9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40"/>
                                <w:szCs w:val="36"/>
                              </w:rPr>
                            </w:pPr>
                            <w:r w:rsidRPr="008627AF">
                              <w:rPr>
                                <w:rFonts w:ascii="Arial" w:hAnsi="Arial" w:cs="Arial"/>
                                <w:sz w:val="40"/>
                                <w:szCs w:val="36"/>
                              </w:rPr>
                              <w:t>0</w:t>
                            </w:r>
                          </w:p>
                          <w:p w:rsidR="00083A9D" w:rsidRPr="003619E8" w:rsidRDefault="00083A9D" w:rsidP="00083A9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627AF" w:rsidRPr="00195F52">
              <w:rPr>
                <w:noProof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89888EA" wp14:editId="0EC96E33">
                      <wp:simplePos x="0" y="0"/>
                      <wp:positionH relativeFrom="column">
                        <wp:posOffset>665958</wp:posOffset>
                      </wp:positionH>
                      <wp:positionV relativeFrom="paragraph">
                        <wp:posOffset>-50136</wp:posOffset>
                      </wp:positionV>
                      <wp:extent cx="277402" cy="452063"/>
                      <wp:effectExtent l="0" t="0" r="8890" b="5715"/>
                      <wp:wrapNone/>
                      <wp:docPr id="17" name="Zone de text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7402" cy="45206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83A9D" w:rsidRPr="008627AF" w:rsidRDefault="00FF042A" w:rsidP="00083A9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b/>
                                              <w:i/>
                                              <w:sz w:val="24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Arial"/>
                                              <w:sz w:val="24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Arial"/>
                                              <w:sz w:val="24"/>
                                            </w:rPr>
                                            <m:t>10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  <w:p w:rsidR="008627AF" w:rsidRPr="008627AF" w:rsidRDefault="008627AF" w:rsidP="00083A9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</w:p>
                                <w:p w:rsidR="00083A9D" w:rsidRPr="003619E8" w:rsidRDefault="00083A9D" w:rsidP="00083A9D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9888EA" id="Zone de texte 17" o:spid="_x0000_s1031" type="#_x0000_t202" style="position:absolute;margin-left:52.45pt;margin-top:-3.95pt;width:21.85pt;height:35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" fillcolor="white [3201]" stroked="f" strokeweight=".5pt">
                      <v:textbox inset="0,0,0,0">
                        <w:txbxContent>
                          <w:p w:rsidR="00083A9D" w:rsidRPr="008627AF" w:rsidRDefault="008627AF" w:rsidP="00083A9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b/>
                                        <w:i/>
                                        <w:sz w:val="24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24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24"/>
                                      </w:rPr>
                                      <m:t>10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8627AF" w:rsidRPr="008627AF" w:rsidRDefault="008627AF" w:rsidP="00083A9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</w:p>
                          <w:p w:rsidR="00083A9D" w:rsidRPr="003619E8" w:rsidRDefault="00083A9D" w:rsidP="00083A9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627AF" w:rsidRPr="00195F52">
              <w:rPr>
                <w:noProof/>
                <w:sz w:val="24"/>
                <w:lang w:eastAsia="fr-FR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371139</wp:posOffset>
                  </wp:positionV>
                  <wp:extent cx="9777730" cy="464185"/>
                  <wp:effectExtent l="0" t="0" r="0" b="0"/>
                  <wp:wrapNone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droite graduée centiemes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7730" cy="464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C96B02" w:rsidRPr="00195F52" w:rsidRDefault="00D22D59">
      <w:pPr>
        <w:rPr>
          <w:rFonts w:ascii="Arial" w:hAnsi="Arial" w:cs="Arial"/>
          <w:b/>
          <w:sz w:val="32"/>
        </w:rPr>
      </w:pPr>
      <w:r w:rsidRPr="00195F52"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3FC3462" wp14:editId="2D729980">
                <wp:simplePos x="0" y="0"/>
                <wp:positionH relativeFrom="column">
                  <wp:posOffset>6739847</wp:posOffset>
                </wp:positionH>
                <wp:positionV relativeFrom="paragraph">
                  <wp:posOffset>229449</wp:posOffset>
                </wp:positionV>
                <wp:extent cx="698643" cy="605434"/>
                <wp:effectExtent l="0" t="0" r="6350" b="4445"/>
                <wp:wrapNone/>
                <wp:docPr id="97" name="Zone de text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643" cy="6054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D59" w:rsidRPr="00D22D59" w:rsidRDefault="00FF042A" w:rsidP="00D22D5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b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32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32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D22D59" w:rsidRPr="003619E8" w:rsidRDefault="00D22D59" w:rsidP="00D22D59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FC3462" id="_x0000_t202" coordsize="21600,21600" o:spt="202" path="m,l,21600r21600,l21600,xe">
                <v:stroke joinstyle="miter"/>
                <v:path gradientshapeok="t" o:connecttype="rect"/>
              </v:shapetype>
              <v:shape id="Zone de texte 97" o:spid="_x0000_s1035" type="#_x0000_t202" style="position:absolute;margin-left:530.7pt;margin-top:18.05pt;width:55pt;height:47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" fillcolor="white [3201]" stroked="f" strokeweight=".5pt">
                <v:textbox inset="0,0,0,0">
                  <w:txbxContent>
                    <w:p w:rsidR="00D22D59" w:rsidRPr="00D22D59" w:rsidRDefault="00FF042A" w:rsidP="00D22D5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b/>
                                  <w:i/>
                                  <w:sz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32"/>
                                </w:rPr>
                                <m:t>…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32"/>
                                </w:rPr>
                                <m:t>…</m:t>
                              </m:r>
                            </m:den>
                          </m:f>
                        </m:oMath>
                      </m:oMathPara>
                    </w:p>
                    <w:p w:rsidR="00D22D59" w:rsidRPr="003619E8" w:rsidRDefault="00D22D59" w:rsidP="00D22D59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95F52"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FC3462" wp14:editId="2D729980">
                <wp:simplePos x="0" y="0"/>
                <wp:positionH relativeFrom="column">
                  <wp:posOffset>2321960</wp:posOffset>
                </wp:positionH>
                <wp:positionV relativeFrom="paragraph">
                  <wp:posOffset>223256</wp:posOffset>
                </wp:positionV>
                <wp:extent cx="698643" cy="605434"/>
                <wp:effectExtent l="0" t="0" r="6350" b="4445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643" cy="6054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D59" w:rsidRPr="00D22D59" w:rsidRDefault="00FF042A" w:rsidP="00D22D5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b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32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32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D22D59" w:rsidRPr="003619E8" w:rsidRDefault="00D22D59" w:rsidP="00D22D59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C3462" id="Zone de texte 31" o:spid="_x0000_s1034" type="#_x0000_t202" style="position:absolute;margin-left:182.85pt;margin-top:17.6pt;width:55pt;height:47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" fillcolor="white [3201]" stroked="f" strokeweight=".5pt">
                <v:textbox inset="0,0,0,0">
                  <w:txbxContent>
                    <w:p w:rsidR="00D22D59" w:rsidRPr="00D22D59" w:rsidRDefault="00D22D59" w:rsidP="00D22D5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b/>
                                  <w:i/>
                                  <w:sz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32"/>
                                </w:rPr>
                                <m:t>…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32"/>
                                </w:rPr>
                                <m:t>…</m:t>
                              </m:r>
                            </m:den>
                          </m:f>
                        </m:oMath>
                      </m:oMathPara>
                    </w:p>
                    <w:p w:rsidR="00D22D59" w:rsidRPr="003619E8" w:rsidRDefault="00D22D59" w:rsidP="00D22D59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95F52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3141F8" wp14:editId="30BCACD9">
                <wp:simplePos x="0" y="0"/>
                <wp:positionH relativeFrom="column">
                  <wp:posOffset>5137</wp:posOffset>
                </wp:positionH>
                <wp:positionV relativeFrom="paragraph">
                  <wp:posOffset>254121</wp:posOffset>
                </wp:positionV>
                <wp:extent cx="698643" cy="605434"/>
                <wp:effectExtent l="0" t="0" r="6350" b="4445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643" cy="6054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D59" w:rsidRPr="00D22D59" w:rsidRDefault="00FF042A" w:rsidP="00D22D59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b/>
                                        <w:i/>
                                        <w:sz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32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32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D22D59" w:rsidRPr="003619E8" w:rsidRDefault="00D22D59" w:rsidP="00D22D59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141F8" id="Zone de texte 29" o:spid="_x0000_s1035" type="#_x0000_t202" style="position:absolute;margin-left:.4pt;margin-top:20pt;width:55pt;height:47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" fillcolor="white [3201]" stroked="f" strokeweight=".5pt">
                <v:textbox inset="0,0,0,0">
                  <w:txbxContent>
                    <w:p w:rsidR="00D22D59" w:rsidRPr="00D22D59" w:rsidRDefault="00D22D59" w:rsidP="00D22D59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b/>
                                  <w:i/>
                                  <w:sz w:val="32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32"/>
                                </w:rPr>
                                <m:t>…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="Arial"/>
                                  <w:sz w:val="32"/>
                                </w:rPr>
                                <m:t>…</m:t>
                              </m:r>
                            </m:den>
                          </m:f>
                        </m:oMath>
                      </m:oMathPara>
                    </w:p>
                    <w:p w:rsidR="00D22D59" w:rsidRPr="003619E8" w:rsidRDefault="00D22D59" w:rsidP="00D22D59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61934" w:rsidRPr="00195F52" w:rsidRDefault="00161934">
      <w:pPr>
        <w:rPr>
          <w:rFonts w:ascii="Arial" w:hAnsi="Arial" w:cs="Arial"/>
          <w:b/>
          <w:sz w:val="32"/>
        </w:rPr>
      </w:pPr>
    </w:p>
    <w:p w:rsidR="00161934" w:rsidRPr="00195F52" w:rsidRDefault="00161934">
      <w:pPr>
        <w:rPr>
          <w:rFonts w:ascii="Arial" w:hAnsi="Arial" w:cs="Arial"/>
          <w:b/>
          <w:sz w:val="32"/>
        </w:rPr>
      </w:pPr>
    </w:p>
    <w:p w:rsidR="008627AF" w:rsidRPr="00195F52" w:rsidRDefault="008627AF">
      <w:pPr>
        <w:rPr>
          <w:rFonts w:ascii="Arial" w:hAnsi="Arial" w:cs="Arial"/>
          <w:b/>
          <w:sz w:val="32"/>
        </w:rPr>
      </w:pPr>
      <w:r w:rsidRPr="00195F52">
        <w:rPr>
          <w:rFonts w:ascii="Arial" w:hAnsi="Arial" w:cs="Arial"/>
          <w:b/>
          <w:sz w:val="32"/>
        </w:rPr>
        <w:t>2</w:t>
      </w:r>
      <w:r w:rsidR="00161934" w:rsidRPr="00195F52">
        <w:rPr>
          <w:rFonts w:ascii="Arial" w:hAnsi="Arial" w:cs="Arial"/>
          <w:b/>
          <w:sz w:val="32"/>
        </w:rPr>
        <w:t>/</w:t>
      </w:r>
      <w:r w:rsidRPr="00195F52">
        <w:rPr>
          <w:rFonts w:ascii="Arial" w:hAnsi="Arial" w:cs="Arial"/>
          <w:b/>
          <w:sz w:val="32"/>
        </w:rPr>
        <w:t xml:space="preserve"> </w:t>
      </w:r>
      <w:r w:rsidRPr="00195F52">
        <w:rPr>
          <w:rFonts w:ascii="Arial" w:hAnsi="Arial" w:cs="Arial"/>
          <w:sz w:val="32"/>
        </w:rPr>
        <w:t>Complète les fractions manquantes</w:t>
      </w:r>
      <w:r w:rsidR="00161934" w:rsidRPr="00195F52">
        <w:rPr>
          <w:rFonts w:ascii="Arial" w:hAnsi="Arial" w:cs="Arial"/>
          <w:sz w:val="32"/>
        </w:rPr>
        <w:t xml:space="preserve"> </w:t>
      </w:r>
      <w:r w:rsidR="00D22D59" w:rsidRPr="00195F52">
        <w:rPr>
          <w:rFonts w:ascii="Arial" w:hAnsi="Arial" w:cs="Arial"/>
          <w:b/>
          <w:sz w:val="32"/>
        </w:rPr>
        <w:t>au-dessus</w:t>
      </w:r>
      <w:r w:rsidR="00161934" w:rsidRPr="00195F52">
        <w:rPr>
          <w:rFonts w:ascii="Arial" w:hAnsi="Arial" w:cs="Arial"/>
          <w:sz w:val="32"/>
        </w:rPr>
        <w:t xml:space="preserve"> de la droite graduée.</w:t>
      </w:r>
    </w:p>
    <w:p w:rsidR="00161934" w:rsidRPr="00195F52" w:rsidRDefault="00161934">
      <w:pPr>
        <w:rPr>
          <w:rFonts w:ascii="Arial" w:hAnsi="Arial" w:cs="Arial"/>
          <w:b/>
          <w:sz w:val="32"/>
        </w:rPr>
      </w:pPr>
    </w:p>
    <w:p w:rsidR="008627AF" w:rsidRPr="00195F52" w:rsidRDefault="008627AF">
      <w:pPr>
        <w:rPr>
          <w:rFonts w:ascii="Arial" w:hAnsi="Arial" w:cs="Arial"/>
          <w:sz w:val="32"/>
        </w:rPr>
      </w:pPr>
      <w:r w:rsidRPr="00195F52">
        <w:rPr>
          <w:rFonts w:ascii="Arial" w:hAnsi="Arial" w:cs="Arial"/>
          <w:b/>
          <w:sz w:val="32"/>
        </w:rPr>
        <w:t xml:space="preserve">3/ </w:t>
      </w:r>
      <w:r w:rsidRPr="00195F52">
        <w:rPr>
          <w:rFonts w:ascii="Arial" w:hAnsi="Arial" w:cs="Arial"/>
          <w:sz w:val="32"/>
        </w:rPr>
        <w:t>En combien de parties est découpée toute la bande entre 0 et 1 ?</w:t>
      </w:r>
      <w:r w:rsidR="00D22D59" w:rsidRPr="00195F52">
        <w:rPr>
          <w:rFonts w:ascii="Arial" w:hAnsi="Arial" w:cs="Arial"/>
          <w:sz w:val="32"/>
        </w:rPr>
        <w:t xml:space="preserve"> …</w:t>
      </w:r>
    </w:p>
    <w:p w:rsidR="00D22D59" w:rsidRPr="00195F52" w:rsidRDefault="00D22D59">
      <w:pPr>
        <w:rPr>
          <w:rFonts w:ascii="Arial" w:hAnsi="Arial" w:cs="Arial"/>
          <w:sz w:val="32"/>
        </w:rPr>
      </w:pPr>
    </w:p>
    <w:p w:rsidR="00D22D59" w:rsidRPr="00195F52" w:rsidRDefault="00D22D59">
      <w:pPr>
        <w:rPr>
          <w:rFonts w:ascii="Arial" w:hAnsi="Arial" w:cs="Arial"/>
          <w:b/>
          <w:sz w:val="32"/>
        </w:rPr>
      </w:pPr>
      <w:r w:rsidRPr="00195F52">
        <w:rPr>
          <w:rFonts w:ascii="Arial" w:hAnsi="Arial" w:cs="Arial"/>
          <w:sz w:val="32"/>
        </w:rPr>
        <w:t>Donc à quelle fraction correspond une petite graduation ? …</w:t>
      </w:r>
    </w:p>
    <w:p w:rsidR="00D22D59" w:rsidRPr="00195F52" w:rsidRDefault="00D22D59">
      <w:pPr>
        <w:rPr>
          <w:rFonts w:ascii="Arial" w:hAnsi="Arial" w:cs="Arial"/>
          <w:b/>
          <w:sz w:val="32"/>
        </w:rPr>
      </w:pPr>
    </w:p>
    <w:p w:rsidR="00D22D59" w:rsidRPr="00195F52" w:rsidRDefault="00D22D59">
      <w:pPr>
        <w:rPr>
          <w:rFonts w:ascii="Arial" w:hAnsi="Arial" w:cs="Arial"/>
          <w:b/>
          <w:sz w:val="32"/>
        </w:rPr>
      </w:pPr>
      <w:r w:rsidRPr="00195F52">
        <w:rPr>
          <w:rFonts w:ascii="Arial" w:hAnsi="Arial" w:cs="Arial"/>
          <w:b/>
          <w:sz w:val="32"/>
        </w:rPr>
        <w:t>4/</w:t>
      </w:r>
      <w:r w:rsidRPr="00195F52">
        <w:rPr>
          <w:rFonts w:ascii="Arial" w:hAnsi="Arial" w:cs="Arial"/>
          <w:sz w:val="32"/>
        </w:rPr>
        <w:t xml:space="preserve"> Complète les fractions qui sous la droite graduée.</w:t>
      </w:r>
    </w:p>
    <w:sectPr w:rsidR="00D22D59" w:rsidRPr="00195F52" w:rsidSect="008627A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2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FBE"/>
    <w:rsid w:val="00083A9D"/>
    <w:rsid w:val="00161934"/>
    <w:rsid w:val="00195F52"/>
    <w:rsid w:val="001D645B"/>
    <w:rsid w:val="002F726D"/>
    <w:rsid w:val="00486275"/>
    <w:rsid w:val="004A7FBE"/>
    <w:rsid w:val="005175A3"/>
    <w:rsid w:val="005F7238"/>
    <w:rsid w:val="00675789"/>
    <w:rsid w:val="00756D8C"/>
    <w:rsid w:val="007E024D"/>
    <w:rsid w:val="008627AF"/>
    <w:rsid w:val="00C96B02"/>
    <w:rsid w:val="00D22D59"/>
    <w:rsid w:val="00FF0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087C0"/>
  <w15:chartTrackingRefBased/>
  <w15:docId w15:val="{D1EB891B-E699-4616-8871-17C72E1E0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86275"/>
    <w:rPr>
      <w:color w:val="808080"/>
    </w:rPr>
  </w:style>
  <w:style w:type="table" w:styleId="Grilledutableau">
    <w:name w:val="Table Grid"/>
    <w:basedOn w:val="TableauNormal"/>
    <w:uiPriority w:val="39"/>
    <w:rsid w:val="004862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21</TotalTime>
  <Pages>1</Pages>
  <Words>54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8</cp:revision>
  <cp:lastPrinted>2016-11-30T14:07:00Z</cp:lastPrinted>
  <dcterms:created xsi:type="dcterms:W3CDTF">2016-11-30T14:08:00Z</dcterms:created>
  <dcterms:modified xsi:type="dcterms:W3CDTF">2018-08-11T17:33:00Z</dcterms:modified>
</cp:coreProperties>
</file>